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7495F83" w:rsidR="008145D7" w:rsidRDefault="008145D7" w:rsidP="008145D7">
      <w:pPr>
        <w:jc w:val="both"/>
        <w:rPr>
          <w:szCs w:val="22"/>
        </w:rPr>
      </w:pPr>
      <w:r w:rsidRPr="007E2084">
        <w:rPr>
          <w:szCs w:val="22"/>
        </w:rPr>
        <w:t xml:space="preserve">Příloha č. </w:t>
      </w:r>
      <w:r w:rsidR="00566486" w:rsidRPr="007E2084">
        <w:rPr>
          <w:szCs w:val="22"/>
        </w:rPr>
        <w:t>3</w:t>
      </w:r>
      <w:r w:rsidRPr="007E2084">
        <w:rPr>
          <w:szCs w:val="22"/>
        </w:rPr>
        <w:t xml:space="preserve"> </w:t>
      </w:r>
      <w:r w:rsidRPr="007E2084">
        <w:rPr>
          <w:lang w:eastAsia="cs-CZ"/>
        </w:rPr>
        <w:t>Výzvy k podání nabídky</w:t>
      </w:r>
      <w:r w:rsidRPr="007E2084">
        <w:rPr>
          <w:szCs w:val="22"/>
        </w:rPr>
        <w:t xml:space="preserve"> – </w:t>
      </w:r>
      <w:r w:rsidRPr="007E2084">
        <w:rPr>
          <w:b/>
          <w:color w:val="FF0000"/>
          <w:szCs w:val="22"/>
        </w:rPr>
        <w:t>Účastník předloží p</w:t>
      </w:r>
      <w:r w:rsidR="00A8346D" w:rsidRPr="007E2084">
        <w:rPr>
          <w:b/>
          <w:color w:val="FF0000"/>
          <w:szCs w:val="22"/>
        </w:rPr>
        <w:t xml:space="preserve">ouze v případě postupu dle čl. </w:t>
      </w:r>
      <w:r w:rsidR="00692FA6" w:rsidRPr="007E2084">
        <w:rPr>
          <w:b/>
          <w:color w:val="FF0000"/>
          <w:szCs w:val="22"/>
        </w:rPr>
        <w:t>10</w:t>
      </w:r>
      <w:r w:rsidR="00A8346D" w:rsidRPr="007E2084">
        <w:rPr>
          <w:b/>
          <w:color w:val="FF0000"/>
          <w:szCs w:val="22"/>
        </w:rPr>
        <w:t xml:space="preserve">.2. a </w:t>
      </w:r>
      <w:r w:rsidR="00692FA6" w:rsidRPr="007E2084">
        <w:rPr>
          <w:b/>
          <w:color w:val="FF0000"/>
          <w:szCs w:val="22"/>
        </w:rPr>
        <w:t>10</w:t>
      </w:r>
      <w:r w:rsidRPr="007E2084">
        <w:rPr>
          <w:b/>
          <w:color w:val="FF0000"/>
          <w:szCs w:val="22"/>
        </w:rPr>
        <w:t>.3 Výzvy</w:t>
      </w:r>
      <w:r w:rsidRPr="007E2084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D93C49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D93C49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D93C4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D93C4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D93C4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D93C4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D93C49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D93C4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4" w14:textId="5610BA7F" w:rsidR="008145D7" w:rsidRDefault="008145D7" w:rsidP="00D93C49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DC7700" w:rsidRPr="00C82A4E">
        <w:rPr>
          <w:rFonts w:ascii="Verdana" w:eastAsia="Verdana" w:hAnsi="Verdana" w:cs="Verdana"/>
          <w:b/>
          <w:color w:val="000000"/>
        </w:rPr>
        <w:t>Rámcová dohoda na dodávku konzultantských a programátorských prací v systému SAP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Pr="0009616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D93C49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 xml:space="preserve">Obchodní tajemství či jiné informace dle § 3 </w:t>
            </w:r>
            <w:proofErr w:type="spellStart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odst</w:t>
            </w:r>
            <w:proofErr w:type="spellEnd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5A7A7F">
      <w:pPr>
        <w:spacing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 w:rsidRPr="00831780">
        <w:rPr>
          <w:rFonts w:eastAsia="Calibri" w:cs="Times New Roman"/>
        </w:rPr>
        <w:lastRenderedPageBreak/>
        <w:t>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3067B5D9" w14:textId="77777777" w:rsidR="00DC7700" w:rsidRDefault="00DC770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DBD004A" w14:textId="77777777" w:rsidR="00702D87" w:rsidRDefault="00702D8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35F8"/>
    <w:rsid w:val="00017DCA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E3A35"/>
    <w:rsid w:val="001F1D2E"/>
    <w:rsid w:val="00207DF5"/>
    <w:rsid w:val="00280E07"/>
    <w:rsid w:val="002A17A5"/>
    <w:rsid w:val="002B3593"/>
    <w:rsid w:val="002C31BF"/>
    <w:rsid w:val="002D08B1"/>
    <w:rsid w:val="002E0CD7"/>
    <w:rsid w:val="003254F5"/>
    <w:rsid w:val="003401F1"/>
    <w:rsid w:val="00341DCF"/>
    <w:rsid w:val="00357BC6"/>
    <w:rsid w:val="00385728"/>
    <w:rsid w:val="003956C6"/>
    <w:rsid w:val="003F539B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A7A7F"/>
    <w:rsid w:val="005F1404"/>
    <w:rsid w:val="006016CC"/>
    <w:rsid w:val="0061068E"/>
    <w:rsid w:val="00660AD3"/>
    <w:rsid w:val="00677B7F"/>
    <w:rsid w:val="00692FA6"/>
    <w:rsid w:val="006A5570"/>
    <w:rsid w:val="006A689C"/>
    <w:rsid w:val="006B3D79"/>
    <w:rsid w:val="006C6E5A"/>
    <w:rsid w:val="006D7AFE"/>
    <w:rsid w:val="006E0578"/>
    <w:rsid w:val="006E314D"/>
    <w:rsid w:val="00702D87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B7C84"/>
    <w:rsid w:val="007C589B"/>
    <w:rsid w:val="007C5CE8"/>
    <w:rsid w:val="007D5433"/>
    <w:rsid w:val="007E2084"/>
    <w:rsid w:val="007E2366"/>
    <w:rsid w:val="007E4A6E"/>
    <w:rsid w:val="007F56A7"/>
    <w:rsid w:val="00807DD0"/>
    <w:rsid w:val="008145D7"/>
    <w:rsid w:val="008317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80F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E64A8"/>
    <w:rsid w:val="00D21061"/>
    <w:rsid w:val="00D331BF"/>
    <w:rsid w:val="00D4108E"/>
    <w:rsid w:val="00D6163D"/>
    <w:rsid w:val="00D73D46"/>
    <w:rsid w:val="00D831A3"/>
    <w:rsid w:val="00D93C49"/>
    <w:rsid w:val="00DC75F3"/>
    <w:rsid w:val="00DC7700"/>
    <w:rsid w:val="00DD46F3"/>
    <w:rsid w:val="00DE56F2"/>
    <w:rsid w:val="00DF116D"/>
    <w:rsid w:val="00E27601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0035F8"/>
    <w:rsid w:val="002A17A5"/>
    <w:rsid w:val="007B7C84"/>
    <w:rsid w:val="00CE64A8"/>
    <w:rsid w:val="00DB128D"/>
    <w:rsid w:val="00E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20</cp:revision>
  <cp:lastPrinted>2017-11-28T17:18:00Z</cp:lastPrinted>
  <dcterms:created xsi:type="dcterms:W3CDTF">2024-11-11T11:59:00Z</dcterms:created>
  <dcterms:modified xsi:type="dcterms:W3CDTF">2025-05-26T05:40:00Z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